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AFD2" w14:textId="35C0E0EE" w:rsidR="0059546B" w:rsidRDefault="00402059" w:rsidP="00912661">
      <w:pPr>
        <w:spacing w:after="0"/>
      </w:pPr>
      <w:r w:rsidRPr="00741AD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7B8AD" wp14:editId="4BAA5671">
                <wp:simplePos x="0" y="0"/>
                <wp:positionH relativeFrom="column">
                  <wp:posOffset>962660</wp:posOffset>
                </wp:positionH>
                <wp:positionV relativeFrom="paragraph">
                  <wp:posOffset>1915160</wp:posOffset>
                </wp:positionV>
                <wp:extent cx="857250" cy="742950"/>
                <wp:effectExtent l="0" t="0" r="19050" b="19050"/>
                <wp:wrapNone/>
                <wp:docPr id="130055782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7429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txbx>
                        <w:txbxContent>
                          <w:p w14:paraId="7B8008AA" w14:textId="5B0357CB" w:rsidR="00402059" w:rsidRPr="00741AD5" w:rsidRDefault="00180BC4" w:rsidP="00402059">
                            <w:r w:rsidRPr="00741AD5">
                              <w:t>o</w:t>
                            </w:r>
                            <w:r w:rsidR="00402059" w:rsidRPr="00741AD5">
                              <w:t>utside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07B8A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5.8pt;margin-top:150.8pt;width:67.5pt;height:5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" fillcolor="#eeece1 [3214]" strokecolor="#484329 [814]" strokeweight=".5pt">
                <v:textbox>
                  <w:txbxContent>
                    <w:p w14:paraId="7B8008AA" w14:textId="5B0357CB" w:rsidR="00402059" w:rsidRPr="00741AD5" w:rsidRDefault="00180BC4" w:rsidP="00402059">
                      <w:r w:rsidRPr="00741AD5">
                        <w:t>o</w:t>
                      </w:r>
                      <w:r w:rsidR="00402059" w:rsidRPr="00741AD5">
                        <w:t>utside group</w:t>
                      </w:r>
                    </w:p>
                  </w:txbxContent>
                </v:textbox>
              </v:shape>
            </w:pict>
          </mc:Fallback>
        </mc:AlternateContent>
      </w:r>
      <w:r w:rsidR="00856A3F" w:rsidRPr="00741AD5"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C6AC92" wp14:editId="4381E5CC">
                <wp:simplePos x="0" y="0"/>
                <wp:positionH relativeFrom="column">
                  <wp:posOffset>905510</wp:posOffset>
                </wp:positionH>
                <wp:positionV relativeFrom="paragraph">
                  <wp:posOffset>629285</wp:posOffset>
                </wp:positionV>
                <wp:extent cx="1792605" cy="742950"/>
                <wp:effectExtent l="0" t="0" r="0" b="19050"/>
                <wp:wrapNone/>
                <wp:docPr id="128017620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2605" cy="742950"/>
                          <a:chOff x="0" y="0"/>
                          <a:chExt cx="1792605" cy="742950"/>
                        </a:xfrm>
                      </wpg:grpSpPr>
                      <wps:wsp>
                        <wps:cNvPr id="147655545" name="Text Box 1"/>
                        <wps:cNvSpPr txBox="1"/>
                        <wps:spPr>
                          <a:xfrm>
                            <a:off x="0" y="0"/>
                            <a:ext cx="857250" cy="74295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28D2B09B" w14:textId="5E9D1E4E" w:rsidR="00856A3F" w:rsidRPr="00741AD5" w:rsidRDefault="00402059">
                              <w:r w:rsidRPr="00741AD5">
                                <w:t>inside group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78304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76325" y="161925"/>
                            <a:ext cx="716280" cy="3505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C6AC92" id="Group 3" o:spid="_x0000_s1027" style="position:absolute;margin-left:71.3pt;margin-top:49.55pt;width:141.15pt;height:58.5pt;z-index:251658240" coordsize="17926,7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">
                <v:shape id="_x0000_s1028" type="#_x0000_t202" style="position:absolute;width:8572;height: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" fillcolor="#eeece1 [3214]" strokecolor="#484329 [814]" strokeweight=".5pt">
                  <v:textbox>
                    <w:txbxContent>
                      <w:p w14:paraId="28D2B09B" w14:textId="5E9D1E4E" w:rsidR="00856A3F" w:rsidRPr="00741AD5" w:rsidRDefault="00402059">
                        <w:r w:rsidRPr="00741AD5">
                          <w:t>inside group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style="position:absolute;left:10763;top:1619;width:7163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sectPr w:rsidR="0059546B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A3F"/>
    <w:rsid w:val="000C1ECD"/>
    <w:rsid w:val="00180BC4"/>
    <w:rsid w:val="00321565"/>
    <w:rsid w:val="00326855"/>
    <w:rsid w:val="00402059"/>
    <w:rsid w:val="004E38BB"/>
    <w:rsid w:val="005702D9"/>
    <w:rsid w:val="0059546B"/>
    <w:rsid w:val="0062363A"/>
    <w:rsid w:val="007257C4"/>
    <w:rsid w:val="00741AD5"/>
    <w:rsid w:val="00856A3F"/>
    <w:rsid w:val="0087728C"/>
    <w:rsid w:val="00912661"/>
    <w:rsid w:val="00936920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DCB9AD"/>
  <w14:discardImageEditingData/>
  <w14:defaultImageDpi w14:val="32767"/>
  <w15:chartTrackingRefBased/>
  <w15:docId w15:val="{6E537B95-D26F-40BF-ACCC-9E53F751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4</cp:revision>
  <dcterms:created xsi:type="dcterms:W3CDTF">2023-09-08T11:28:00Z</dcterms:created>
  <dcterms:modified xsi:type="dcterms:W3CDTF">2023-09-08T11:37:00Z</dcterms:modified>
</cp:coreProperties>
</file>